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/>
  <w:body>
    <w:p w:rsidR="00267C26" w:rsidRDefault="003155F9">
      <w:pPr>
        <w:pStyle w:val="BodyText"/>
      </w:pPr>
      <w:r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56" type="#_x0000_t80" style="position:absolute;left:0;text-align:left;margin-left:671.25pt;margin-top:131.25pt;width:32.25pt;height:102.95pt;z-index:251678208">
            <v:textbox>
              <w:txbxContent>
                <w:p w:rsidR="00974611" w:rsidRDefault="00974611">
                  <w:r>
                    <w:t>H1N1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80" style="position:absolute;left:0;text-align:left;margin-left:624.75pt;margin-top:171pt;width:42.75pt;height:59.25pt;z-index:251677184">
            <v:textbox>
              <w:txbxContent>
                <w:p w:rsidR="00974611" w:rsidRPr="00974611" w:rsidRDefault="00974611">
                  <w:pPr>
                    <w:rPr>
                      <w:sz w:val="16"/>
                      <w:szCs w:val="16"/>
                    </w:rPr>
                  </w:pPr>
                  <w:r w:rsidRPr="00974611">
                    <w:rPr>
                      <w:sz w:val="16"/>
                      <w:szCs w:val="16"/>
                    </w:rPr>
                    <w:t>Contact Lens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54" type="#_x0000_t79" style="position:absolute;left:0;text-align:left;margin-left:540.75pt;margin-top:261.95pt;width:44.25pt;height:88.3pt;z-index:251676160">
            <v:textbox>
              <w:txbxContent>
                <w:p w:rsidR="00A73CD6" w:rsidRPr="00A73CD6" w:rsidRDefault="00A73CD6">
                  <w:pPr>
                    <w:rPr>
                      <w:sz w:val="16"/>
                      <w:szCs w:val="16"/>
                    </w:rPr>
                  </w:pPr>
                  <w:r w:rsidRPr="00A73CD6">
                    <w:rPr>
                      <w:sz w:val="16"/>
                      <w:szCs w:val="16"/>
                    </w:rPr>
                    <w:t>No Child Left Behind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80" style="position:absolute;left:0;text-align:left;margin-left:571.05pt;margin-top:157.5pt;width:49.2pt;height:76.7pt;z-index:251666944">
            <v:textbox style="mso-next-textbox:#_x0000_s1043">
              <w:txbxContent>
                <w:p w:rsidR="00A73CD6" w:rsidRDefault="00A73CD6" w:rsidP="00116413">
                  <w:pPr>
                    <w:jc w:val="center"/>
                  </w:pPr>
                  <w:r>
                    <w:t>You Tube/ Google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53" type="#_x0000_t80" style="position:absolute;left:0;text-align:left;margin-left:470.25pt;margin-top:111pt;width:38.25pt;height:123.2pt;z-index:251675136">
            <v:textbox>
              <w:txbxContent>
                <w:p w:rsidR="00A73CD6" w:rsidRDefault="00A73CD6">
                  <w:r>
                    <w:t>Univ. of Phoenix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79" style="position:absolute;left:0;text-align:left;margin-left:477.75pt;margin-top:261.95pt;width:42pt;height:104.4pt;z-index:251674112">
            <v:textbox>
              <w:txbxContent>
                <w:p w:rsidR="00A73CD6" w:rsidRDefault="00A73CD6">
                  <w:r>
                    <w:t>Communication 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80" style="position:absolute;left:0;text-align:left;margin-left:422.25pt;margin-top:162pt;width:48pt;height:72.2pt;z-index:251673088">
            <v:textbox>
              <w:txbxContent>
                <w:p w:rsidR="00A73CD6" w:rsidRPr="00A73CD6" w:rsidRDefault="00A73CD6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A73CD6">
                    <w:rPr>
                      <w:sz w:val="16"/>
                      <w:szCs w:val="16"/>
                    </w:rPr>
                    <w:t>Amazon</w:t>
                  </w:r>
                  <w:r>
                    <w:rPr>
                      <w:sz w:val="16"/>
                      <w:szCs w:val="16"/>
                    </w:rPr>
                    <w:t>.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Com is invented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80" style="position:absolute;left:0;text-align:left;margin-left:412.8pt;margin-top:256.5pt;width:49.95pt;height:109.85pt;rotation:180;z-index:251664896">
            <v:textbox style="mso-next-textbox:#_x0000_s1040">
              <w:txbxContent>
                <w:p w:rsidR="00A73CD6" w:rsidRDefault="00A73CD6" w:rsidP="002041DD">
                  <w:pPr>
                    <w:jc w:val="center"/>
                  </w:pPr>
                  <w:r>
                    <w:t>IBM PC/ World Wide Web</w:t>
                  </w:r>
                </w:p>
              </w:txbxContent>
            </v:textbox>
            <w10:wrap type="topAndBottom"/>
          </v:shape>
        </w:pict>
      </w:r>
      <w:r>
        <w:pict>
          <v:shape id="_x0000_s1034" type="#_x0000_t79" style="position:absolute;left:0;text-align:left;margin-left:316.5pt;margin-top:252.2pt;width:63pt;height:87.55pt;z-index:251658752">
            <v:textbox style="mso-next-textbox:#_x0000_s1034">
              <w:txbxContent>
                <w:p w:rsidR="00A73CD6" w:rsidRDefault="00A73CD6" w:rsidP="006D1AF7">
                  <w:pPr>
                    <w:jc w:val="center"/>
                  </w:pPr>
                  <w:r>
                    <w:t>Floppy Disk Invented</w:t>
                  </w:r>
                </w:p>
              </w:txbxContent>
            </v:textbox>
            <w10:wrap type="topAndBottom"/>
          </v:shape>
        </w:pict>
      </w:r>
      <w:r>
        <w:pict>
          <v:shape id="_x0000_s1035" type="#_x0000_t79" style="position:absolute;left:0;text-align:left;margin-left:266.25pt;margin-top:177.75pt;width:50.25pt;height:62.45pt;rotation:180;z-index:251659776">
            <v:textbox style="mso-next-textbox:#_x0000_s1035">
              <w:txbxContent>
                <w:p w:rsidR="00A73CD6" w:rsidRPr="002C56A1" w:rsidRDefault="00A73CD6" w:rsidP="009A659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Microchip Invented</w:t>
                  </w:r>
                </w:p>
              </w:txbxContent>
            </v:textbox>
            <w10:wrap type="topAndBottom"/>
          </v:shape>
        </w:pict>
      </w:r>
      <w:r>
        <w:pict>
          <v:shape id="_x0000_s1031" type="#_x0000_t80" style="position:absolute;left:0;text-align:left;margin-left:205.5pt;margin-top:131.25pt;width:65.7pt;height:102.95pt;z-index:251655680">
            <v:textbox style="mso-next-textbox:#_x0000_s1031">
              <w:txbxContent>
                <w:p w:rsidR="00A73CD6" w:rsidRDefault="00A73CD6" w:rsidP="008007AF">
                  <w:pPr>
                    <w:jc w:val="center"/>
                  </w:pPr>
                  <w:proofErr w:type="gramStart"/>
                  <w:r>
                    <w:t>Credit Card System / Mass prod.</w:t>
                  </w:r>
                  <w:proofErr w:type="gramEnd"/>
                  <w:r>
                    <w:t xml:space="preserve"> Of Computers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38" type="#_x0000_t80" style="position:absolute;left:0;text-align:left;margin-left:233.55pt;margin-top:256.5pt;width:65.7pt;height:76.7pt;rotation:180;z-index:251662848">
            <v:textbox style="mso-next-textbox:#_x0000_s1038">
              <w:txbxContent>
                <w:p w:rsidR="00A73CD6" w:rsidRDefault="00A73CD6" w:rsidP="009A659E">
                  <w:pPr>
                    <w:jc w:val="center"/>
                  </w:pPr>
                  <w:r>
                    <w:t>First Wal-Mart</w:t>
                  </w:r>
                </w:p>
              </w:txbxContent>
            </v:textbox>
            <w10:wrap type="topAndBottom"/>
          </v:shape>
        </w:pict>
      </w:r>
      <w:r>
        <w:pict>
          <v:shape id="_x0000_s1033" type="#_x0000_t79" style="position:absolute;left:0;text-align:left;margin-left:150.3pt;margin-top:263.85pt;width:55.2pt;height:58.65pt;z-index:251657728">
            <v:textbox style="mso-next-textbox:#_x0000_s1033">
              <w:txbxContent>
                <w:p w:rsidR="00A73CD6" w:rsidRPr="002C56A1" w:rsidRDefault="00A73CD6" w:rsidP="008007AF">
                  <w:pPr>
                    <w:jc w:val="center"/>
                    <w:rPr>
                      <w:sz w:val="16"/>
                      <w:szCs w:val="16"/>
                    </w:rPr>
                  </w:pPr>
                  <w:r w:rsidRPr="002C56A1">
                    <w:rPr>
                      <w:sz w:val="16"/>
                      <w:szCs w:val="16"/>
                    </w:rPr>
                    <w:t>Analog Computers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7" type="#_x0000_t79" style="position:absolute;left:0;text-align:left;margin-left:94.5pt;margin-top:261.95pt;width:55.5pt;height:71.25pt;z-index:251670016">
            <v:textbox style="mso-next-textbox:#_x0000_s1047">
              <w:txbxContent>
                <w:p w:rsidR="00A73CD6" w:rsidRPr="002C56A1" w:rsidRDefault="00A73CD6" w:rsidP="007005AD">
                  <w:pPr>
                    <w:jc w:val="center"/>
                    <w:rPr>
                      <w:sz w:val="16"/>
                      <w:szCs w:val="16"/>
                    </w:rPr>
                  </w:pPr>
                  <w:r w:rsidRPr="002C56A1">
                    <w:rPr>
                      <w:sz w:val="16"/>
                      <w:szCs w:val="16"/>
                    </w:rPr>
                    <w:t>Loudspeakers in the Classrooms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6" type="#_x0000_t80" style="position:absolute;left:0;text-align:left;margin-left:144.7pt;margin-top:131.25pt;width:45pt;height:116.45pt;z-index:251668992">
            <v:textbox style="mso-next-textbox:#_x0000_s1046">
              <w:txbxContent>
                <w:p w:rsidR="00A73CD6" w:rsidRPr="002C56A1" w:rsidRDefault="00A73CD6" w:rsidP="007005AD">
                  <w:pPr>
                    <w:jc w:val="center"/>
                    <w:rPr>
                      <w:sz w:val="18"/>
                      <w:szCs w:val="18"/>
                    </w:rPr>
                  </w:pPr>
                  <w:r w:rsidRPr="002C56A1">
                    <w:rPr>
                      <w:sz w:val="18"/>
                      <w:szCs w:val="18"/>
                    </w:rPr>
                    <w:t>The Hewlett Packard</w:t>
                  </w:r>
                </w:p>
              </w:txbxContent>
            </v:textbox>
            <w10:wrap type="topAndBottom"/>
          </v:shape>
        </w:pict>
      </w:r>
      <w:r>
        <w:pict>
          <v:shape id="_x0000_s1030" type="#_x0000_t80" style="position:absolute;left:0;text-align:left;margin-left:94.5pt;margin-top:94.5pt;width:60pt;height:139.7pt;z-index:251654656">
            <v:textbox style="mso-next-textbox:#_x0000_s1030">
              <w:txbxContent>
                <w:p w:rsidR="00A73CD6" w:rsidRPr="002C56A1" w:rsidRDefault="00A73CD6" w:rsidP="00080236">
                  <w:pPr>
                    <w:jc w:val="center"/>
                    <w:rPr>
                      <w:sz w:val="18"/>
                      <w:szCs w:val="18"/>
                    </w:rPr>
                  </w:pPr>
                  <w:r w:rsidRPr="002C56A1">
                    <w:rPr>
                      <w:sz w:val="18"/>
                      <w:szCs w:val="18"/>
                    </w:rPr>
                    <w:t>The Industrial Age</w:t>
                  </w:r>
                </w:p>
                <w:p w:rsidR="00A73CD6" w:rsidRPr="002C56A1" w:rsidRDefault="00A73CD6" w:rsidP="00080236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2C56A1">
                    <w:rPr>
                      <w:sz w:val="18"/>
                      <w:szCs w:val="18"/>
                    </w:rPr>
                    <w:t>Scotchtape</w:t>
                  </w:r>
                  <w:proofErr w:type="spellEnd"/>
                  <w:r w:rsidRPr="002C56A1">
                    <w:rPr>
                      <w:sz w:val="18"/>
                      <w:szCs w:val="18"/>
                    </w:rPr>
                    <w:t xml:space="preserve"> invented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rect id="_x0000_s1050" style="position:absolute;left:0;text-align:left;margin-left:170.25pt;margin-top:-6.75pt;width:307.5pt;height:81.75pt;z-index:251652607" fillcolor="#4f81bd [3204]" strokecolor="#f2f2f2 [3041]" strokeweight="3pt">
            <v:shadow on="t" type="perspective" color="#243f60 [1604]" opacity=".5" offset="1pt" offset2="-1pt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0;margin-top:0;width:268.4pt;height:50.25pt;z-index:251660800;mso-position-horizontal:center" stroked="f">
            <v:textbox>
              <w:txbxContent>
                <w:p w:rsidR="00A73CD6" w:rsidRDefault="00A73CD6">
                  <w:pPr>
                    <w:jc w:val="center"/>
                    <w:rPr>
                      <w:rFonts w:ascii="Arial" w:hAnsi="Arial" w:cs="Arial"/>
                      <w:b/>
                      <w:bCs/>
                      <w:sz w:val="5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56"/>
                    </w:rPr>
                    <w:t>History Timeline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8" type="#_x0000_t79" style="position:absolute;left:0;text-align:left;margin-left:12.3pt;margin-top:256.5pt;width:57pt;height:97.5pt;z-index:251671040">
            <v:textbox style="mso-next-textbox:#_x0000_s1048">
              <w:txbxContent>
                <w:p w:rsidR="00A73CD6" w:rsidRDefault="00A73CD6" w:rsidP="007005AD">
                  <w:pPr>
                    <w:jc w:val="center"/>
                  </w:pPr>
                  <w:r>
                    <w:t>Radio tuners invented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9" type="#_x0000_t79" style="position:absolute;left:0;text-align:left;margin-left:-66pt;margin-top:261.95pt;width:61.5pt;height:104.4pt;z-index:251672064">
            <v:textbox style="mso-next-textbox:#_x0000_s1049">
              <w:txbxContent>
                <w:p w:rsidR="00A73CD6" w:rsidRPr="007005AD" w:rsidRDefault="00A73CD6" w:rsidP="007005AD">
                  <w:pPr>
                    <w:jc w:val="center"/>
                    <w:rPr>
                      <w:sz w:val="16"/>
                      <w:szCs w:val="16"/>
                    </w:rPr>
                  </w:pPr>
                  <w:r w:rsidRPr="007005AD">
                    <w:rPr>
                      <w:sz w:val="16"/>
                      <w:szCs w:val="16"/>
                    </w:rPr>
                    <w:t>Air Conditioner Invented</w:t>
                  </w:r>
                </w:p>
              </w:txbxContent>
            </v:textbox>
            <w10:wrap type="topAndBottom"/>
          </v:shape>
        </w:pict>
      </w:r>
      <w:r>
        <w:pict>
          <v:shape id="_x0000_s1032" type="#_x0000_t80" style="position:absolute;left:0;text-align:left;margin-left:-48.75pt;margin-top:98.25pt;width:61.05pt;height:141.95pt;z-index:251656704">
            <v:textbox style="mso-next-textbox:#_x0000_s1032">
              <w:txbxContent>
                <w:p w:rsidR="00A73CD6" w:rsidRDefault="00A73CD6" w:rsidP="0050659D">
                  <w:pPr>
                    <w:jc w:val="center"/>
                    <w:rPr>
                      <w:sz w:val="16"/>
                      <w:szCs w:val="16"/>
                    </w:rPr>
                  </w:pPr>
                  <w:r w:rsidRPr="007005AD">
                    <w:rPr>
                      <w:sz w:val="16"/>
                      <w:szCs w:val="16"/>
                    </w:rPr>
                    <w:t>1</w:t>
                  </w:r>
                  <w:r w:rsidRPr="007005AD">
                    <w:rPr>
                      <w:sz w:val="16"/>
                      <w:szCs w:val="16"/>
                      <w:vertAlign w:val="superscript"/>
                    </w:rPr>
                    <w:t>st</w:t>
                  </w:r>
                  <w:r w:rsidRPr="007005AD">
                    <w:rPr>
                      <w:sz w:val="16"/>
                      <w:szCs w:val="16"/>
                    </w:rPr>
                    <w:t xml:space="preserve"> Wave Agricultural Age</w:t>
                  </w:r>
                </w:p>
                <w:p w:rsidR="00A73CD6" w:rsidRPr="007005AD" w:rsidRDefault="00A73CD6" w:rsidP="0050659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Humans also began to </w:t>
                  </w:r>
                  <w:proofErr w:type="spellStart"/>
                  <w:r>
                    <w:rPr>
                      <w:sz w:val="16"/>
                      <w:szCs w:val="16"/>
                    </w:rPr>
                    <w:t>setle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in towns and villages</w:t>
                  </w:r>
                </w:p>
              </w:txbxContent>
            </v:textbox>
            <w10:wrap type="topAndBottom"/>
          </v:shape>
        </w:pict>
      </w:r>
      <w:r>
        <w:pict>
          <v:rect id="_x0000_s1029" style="position:absolute;left:0;text-align:left;margin-left:-58.5pt;margin-top:234.2pt;width:762pt;height:27.75pt;z-index:251653632" fillcolor="#f39">
            <v:fill color2="#36f" rotate="t" focusposition=".5,.5" focussize="" colors="0 #f39;.25 #f63;.5 yellow;.75 #01a78f;1 #36f" method="none" focus="100%" type="gradientRadial"/>
            <v:textbox style="mso-next-textbox:#_x0000_s1029">
              <w:txbxContent>
                <w:tbl>
                  <w:tblPr>
                    <w:tblW w:w="17568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1458"/>
                    <w:gridCol w:w="450"/>
                    <w:gridCol w:w="1440"/>
                    <w:gridCol w:w="810"/>
                    <w:gridCol w:w="540"/>
                    <w:gridCol w:w="1530"/>
                    <w:gridCol w:w="1620"/>
                    <w:gridCol w:w="540"/>
                    <w:gridCol w:w="1080"/>
                    <w:gridCol w:w="2160"/>
                    <w:gridCol w:w="5940"/>
                  </w:tblGrid>
                  <w:tr w:rsidR="00A73CD6" w:rsidTr="002C56A1">
                    <w:trPr>
                      <w:trHeight w:val="288"/>
                    </w:trPr>
                    <w:tc>
                      <w:tcPr>
                        <w:tcW w:w="1908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  1900</w:t>
                        </w:r>
                      </w:p>
                    </w:tc>
                    <w:tc>
                      <w:tcPr>
                        <w:tcW w:w="144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     1915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  1930</w:t>
                        </w: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>1945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   1960</w:t>
                        </w:r>
                      </w:p>
                    </w:tc>
                    <w:tc>
                      <w:tcPr>
                        <w:tcW w:w="162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>1980</w:t>
                        </w:r>
                      </w:p>
                    </w:tc>
                    <w:tc>
                      <w:tcPr>
                        <w:tcW w:w="216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>1990</w:t>
                        </w:r>
                      </w:p>
                    </w:tc>
                    <w:tc>
                      <w:tcPr>
                        <w:tcW w:w="594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  <w:r>
                          <w:t xml:space="preserve">2000          </w:t>
                        </w:r>
                        <w:r w:rsidR="00974611">
                          <w:t xml:space="preserve">                           2011</w:t>
                        </w:r>
                        <w:r>
                          <w:t xml:space="preserve">                                </w:t>
                        </w:r>
                        <w:r w:rsidR="00974611">
                          <w:t xml:space="preserve">                      20</w:t>
                        </w:r>
                      </w:p>
                    </w:tc>
                  </w:tr>
                  <w:tr w:rsidR="00A73CD6" w:rsidTr="002C56A1">
                    <w:trPr>
                      <w:trHeight w:val="288"/>
                    </w:trPr>
                    <w:tc>
                      <w:tcPr>
                        <w:tcW w:w="1458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189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81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207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54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  <w:tc>
                      <w:tcPr>
                        <w:tcW w:w="5940" w:type="dxa"/>
                        <w:vAlign w:val="center"/>
                      </w:tcPr>
                      <w:p w:rsidR="00A73CD6" w:rsidRDefault="00A73CD6">
                        <w:pPr>
                          <w:spacing w:after="0"/>
                        </w:pPr>
                      </w:p>
                    </w:tc>
                  </w:tr>
                </w:tbl>
                <w:p w:rsidR="00A73CD6" w:rsidRDefault="00A73CD6">
                  <w:r>
                    <w:t>20</w:t>
                  </w:r>
                </w:p>
              </w:txbxContent>
            </v:textbox>
            <w10:wrap type="square"/>
          </v:rect>
        </w:pict>
      </w:r>
      <w:r>
        <w:rPr>
          <w:noProof/>
        </w:rPr>
        <w:pict>
          <v:shape id="_x0000_s1044" type="#_x0000_t80" style="position:absolute;left:0;text-align:left;margin-left:595.8pt;margin-top:252.2pt;width:65.7pt;height:76.7pt;rotation:180;z-index:251667968">
            <v:textbox style="mso-next-textbox:#_x0000_s1044">
              <w:txbxContent>
                <w:p w:rsidR="00A73CD6" w:rsidRDefault="00A73CD6" w:rsidP="00116413">
                  <w:pPr>
                    <w:jc w:val="center"/>
                  </w:pPr>
                  <w:r>
                    <w:t>Barack 44</w:t>
                  </w:r>
                  <w:r w:rsidRPr="00A73CD6">
                    <w:rPr>
                      <w:vertAlign w:val="superscript"/>
                    </w:rPr>
                    <w:t>th</w:t>
                  </w:r>
                  <w:r>
                    <w:t xml:space="preserve"> President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2" type="#_x0000_t80" style="position:absolute;left:0;text-align:left;margin-left:502.05pt;margin-top:157.5pt;width:53.7pt;height:76.7pt;z-index:251665920">
            <v:textbox style="mso-next-textbox:#_x0000_s1042">
              <w:txbxContent>
                <w:p w:rsidR="00A73CD6" w:rsidRDefault="00A73CD6" w:rsidP="003C1763">
                  <w:pPr>
                    <w:jc w:val="center"/>
                  </w:pPr>
                  <w:r>
                    <w:t xml:space="preserve">911 </w:t>
                  </w:r>
                  <w:proofErr w:type="gramStart"/>
                  <w:r>
                    <w:t>Attack</w:t>
                  </w:r>
                  <w:proofErr w:type="gramEnd"/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39" type="#_x0000_t80" style="position:absolute;left:0;text-align:left;margin-left:351.3pt;margin-top:157.5pt;width:65.7pt;height:76.7pt;z-index:251663872">
            <v:textbox style="mso-next-textbox:#_x0000_s1039">
              <w:txbxContent>
                <w:p w:rsidR="00A73CD6" w:rsidRDefault="00A73CD6" w:rsidP="002041DD">
                  <w:pPr>
                    <w:jc w:val="center"/>
                  </w:pPr>
                  <w:r>
                    <w:t xml:space="preserve">Toffler’s Third Wave Future Shock </w:t>
                  </w:r>
                </w:p>
              </w:txbxContent>
            </v:textbox>
            <w10:wrap type="topAndBottom"/>
          </v:shape>
        </w:pict>
      </w:r>
      <w:r w:rsidR="002C56A1">
        <w:tab/>
      </w:r>
      <w:r w:rsidR="002C56A1">
        <w:tab/>
      </w:r>
      <w:r w:rsidR="002C56A1">
        <w:tab/>
      </w:r>
      <w:r w:rsidR="002C56A1">
        <w:tab/>
      </w:r>
      <w:r w:rsidR="002C56A1">
        <w:tab/>
      </w:r>
      <w:r w:rsidR="002C56A1">
        <w:tab/>
      </w:r>
      <w:r w:rsidR="002C56A1">
        <w:tab/>
      </w:r>
      <w:proofErr w:type="spellStart"/>
      <w:r w:rsidR="002C56A1">
        <w:t>Julonda</w:t>
      </w:r>
      <w:proofErr w:type="spellEnd"/>
      <w:r w:rsidR="002C56A1">
        <w:t xml:space="preserve"> Slay Educ.</w:t>
      </w:r>
      <w:r w:rsidR="002C56A1" w:rsidRPr="002C56A1">
        <w:rPr>
          <w:noProof/>
          <w:sz w:val="16"/>
          <w:szCs w:val="16"/>
        </w:rPr>
        <w:t xml:space="preserve"> </w:t>
      </w:r>
    </w:p>
    <w:sectPr w:rsidR="00267C26" w:rsidSect="00624B88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3F01"/>
  <w:documentProtection w:edit="readOnly" w:formatting="1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617B9"/>
    <w:rsid w:val="00080236"/>
    <w:rsid w:val="00090BD9"/>
    <w:rsid w:val="00116413"/>
    <w:rsid w:val="001411D0"/>
    <w:rsid w:val="0015386A"/>
    <w:rsid w:val="001617B9"/>
    <w:rsid w:val="00161D6C"/>
    <w:rsid w:val="00171539"/>
    <w:rsid w:val="001D6823"/>
    <w:rsid w:val="00200BBD"/>
    <w:rsid w:val="0020246F"/>
    <w:rsid w:val="002041DD"/>
    <w:rsid w:val="00267C26"/>
    <w:rsid w:val="0027681A"/>
    <w:rsid w:val="002C56A1"/>
    <w:rsid w:val="003155F9"/>
    <w:rsid w:val="003C1763"/>
    <w:rsid w:val="003C7D22"/>
    <w:rsid w:val="00436302"/>
    <w:rsid w:val="004C304C"/>
    <w:rsid w:val="0050659D"/>
    <w:rsid w:val="00516D82"/>
    <w:rsid w:val="00624B88"/>
    <w:rsid w:val="006D1AF7"/>
    <w:rsid w:val="007005AD"/>
    <w:rsid w:val="007D0854"/>
    <w:rsid w:val="008007AF"/>
    <w:rsid w:val="0087464E"/>
    <w:rsid w:val="008C7C91"/>
    <w:rsid w:val="00974611"/>
    <w:rsid w:val="009A659E"/>
    <w:rsid w:val="009D4A23"/>
    <w:rsid w:val="00A73CD6"/>
    <w:rsid w:val="00AF28FB"/>
    <w:rsid w:val="00B171E8"/>
    <w:rsid w:val="00B541D5"/>
    <w:rsid w:val="00BB31C8"/>
    <w:rsid w:val="00BD144C"/>
    <w:rsid w:val="00C02CA2"/>
    <w:rsid w:val="00CB49BD"/>
    <w:rsid w:val="00E85925"/>
    <w:rsid w:val="00F06D98"/>
    <w:rsid w:val="00F9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88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24B88"/>
    <w:pPr>
      <w:jc w:val="center"/>
    </w:pPr>
  </w:style>
  <w:style w:type="paragraph" w:styleId="Title">
    <w:name w:val="Title"/>
    <w:basedOn w:val="Normal"/>
    <w:qFormat/>
    <w:rsid w:val="00624B88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alden\timeline.do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FD94A-2298-4ED0-9606-1C85C312BF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157160-9356-4F08-92C1-80068D0D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timeline.dot</Template>
  <TotalTime>0</TotalTime>
  <Pages>1</Pages>
  <Words>3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GDIT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Julonda Slay</dc:creator>
  <cp:lastModifiedBy>Julonda Slay</cp:lastModifiedBy>
  <cp:revision>1</cp:revision>
  <cp:lastPrinted>2009-01-14T22:54:00Z</cp:lastPrinted>
  <dcterms:created xsi:type="dcterms:W3CDTF">2012-03-19T00:42:00Z</dcterms:created>
  <dcterms:modified xsi:type="dcterms:W3CDTF">2012-03-19T00:42:00Z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TC300062039990</vt:lpwstr>
  </property>
</Properties>
</file>